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5C0F0CF0-B522-4ACB-8102-E783B7BF467A}"/>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